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217920" cy="1874520"/>
                <wp:effectExtent l="0" t="0" r="1143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18745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89.6pt;height:14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" filled="f" strokecolor="#76923c [2406]" strokeweight="1pt"/>
            </w:pict>
          </mc:Fallback>
        </mc:AlternateContent>
      </w:r>
      <w:r w:rsidR="00A70675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JENGA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F6EA0" w:rsidRPr="00327B43" w:rsidRDefault="006F6EA0" w:rsidP="006F6EA0">
      <w:pPr>
        <w:spacing w:after="0"/>
        <w:ind w:left="212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Jeu de </w:t>
      </w:r>
      <w:r w:rsidR="00FA3C2C">
        <w:rPr>
          <w:rFonts w:ascii="Arial" w:hAnsi="Arial" w:cs="Arial"/>
        </w:rPr>
        <w:t>"</w:t>
      </w:r>
      <w:proofErr w:type="spellStart"/>
      <w:r>
        <w:rPr>
          <w:rFonts w:ascii="Arial" w:hAnsi="Arial" w:cs="Arial"/>
        </w:rPr>
        <w:t>Jenga</w:t>
      </w:r>
      <w:proofErr w:type="spellEnd"/>
      <w:r w:rsidR="00FA3C2C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(voir</w:t>
      </w:r>
      <w:r w:rsidR="00FA3C2C">
        <w:rPr>
          <w:rFonts w:ascii="Arial" w:hAnsi="Arial" w:cs="Arial"/>
        </w:rPr>
        <w:t xml:space="preserve"> image ci-dessous</w:t>
      </w:r>
      <w:r w:rsidR="00327B43">
        <w:rPr>
          <w:rFonts w:ascii="Arial" w:hAnsi="Arial" w:cs="Arial"/>
        </w:rPr>
        <w:t xml:space="preserve">) </w:t>
      </w:r>
      <w:r w:rsidR="00327B43" w:rsidRPr="00327B43">
        <w:rPr>
          <w:rFonts w:ascii="Arial" w:hAnsi="Arial" w:cs="Arial"/>
        </w:rPr>
        <w:sym w:font="Wingdings" w:char="F0E0"/>
      </w:r>
      <w:r w:rsidR="00327B43" w:rsidRPr="00327B43">
        <w:rPr>
          <w:rFonts w:ascii="Arial" w:hAnsi="Arial" w:cs="Arial"/>
        </w:rPr>
        <w:t xml:space="preserve"> </w:t>
      </w:r>
      <w:r w:rsidR="00327B43" w:rsidRPr="00327B43">
        <w:rPr>
          <w:rFonts w:ascii="Arial" w:hAnsi="Arial" w:cs="Arial"/>
          <w:color w:val="000000" w:themeColor="text1"/>
        </w:rPr>
        <w:t xml:space="preserve">Possibilité d'emprunter ce jeu dans une ludothèque genevoise. </w:t>
      </w:r>
    </w:p>
    <w:p w:rsidR="006F6EA0" w:rsidRDefault="006F6EA0" w:rsidP="006F6EA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6F6EA0" w:rsidRDefault="006F6EA0" w:rsidP="006F6EA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5E13D0" w:rsidP="005E13D0">
      <w:pPr>
        <w:spacing w:after="0"/>
        <w:jc w:val="center"/>
        <w:rPr>
          <w:rFonts w:ascii="Arial" w:hAnsi="Arial" w:cs="Arial"/>
        </w:rPr>
      </w:pPr>
      <w:r w:rsidRPr="005E13D0">
        <w:rPr>
          <w:rFonts w:ascii="Arial" w:hAnsi="Arial" w:cs="Arial"/>
          <w:noProof/>
          <w:lang w:eastAsia="fr-CH"/>
        </w:rPr>
        <w:drawing>
          <wp:inline distT="0" distB="0" distL="0" distR="0" wp14:anchorId="325CA72C" wp14:editId="278602E6">
            <wp:extent cx="975360" cy="1272540"/>
            <wp:effectExtent l="0" t="0" r="0" b="3810"/>
            <wp:docPr id="1" name="Image 1" descr="Résultat de recherche d'images pour &quot;jenga jeu et règles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jenga jeu et règles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536FB2" w:rsidRDefault="006F0406" w:rsidP="006F0406">
      <w:pPr>
        <w:ind w:left="709"/>
      </w:pPr>
      <w:r>
        <w:rPr>
          <w:rFonts w:ascii="Arial" w:hAnsi="Arial" w:cs="Arial"/>
          <w:b/>
        </w:rPr>
        <w:t>E</w:t>
      </w:r>
      <w:r w:rsidR="00FE7185">
        <w:rPr>
          <w:rFonts w:ascii="Arial" w:hAnsi="Arial" w:cs="Arial"/>
          <w:b/>
        </w:rPr>
        <w:t xml:space="preserve">tre le dernier ou la dernière élève </w:t>
      </w:r>
      <w:r w:rsidR="00FE7185" w:rsidRPr="00FE7185">
        <w:rPr>
          <w:rFonts w:ascii="Arial" w:hAnsi="Arial" w:cs="Arial"/>
          <w:b/>
        </w:rPr>
        <w:t>à déplacer un bloc de bois sans faire tomber la tour</w:t>
      </w:r>
      <w:r w:rsidR="00327B43">
        <w:rPr>
          <w:rFonts w:ascii="Arial" w:hAnsi="Arial" w:cs="Arial"/>
          <w:b/>
        </w:rPr>
        <w:t>. Jouer au "</w:t>
      </w:r>
      <w:proofErr w:type="spellStart"/>
      <w:r w:rsidR="00327B43">
        <w:rPr>
          <w:rFonts w:ascii="Arial" w:hAnsi="Arial" w:cs="Arial"/>
          <w:b/>
        </w:rPr>
        <w:t>Jenga</w:t>
      </w:r>
      <w:proofErr w:type="spellEnd"/>
      <w:r w:rsidR="00327B43">
        <w:rPr>
          <w:rFonts w:ascii="Arial" w:hAnsi="Arial" w:cs="Arial"/>
          <w:b/>
        </w:rPr>
        <w:t xml:space="preserve">" tout en apprenant quelques mots en suisse-allemand. </w:t>
      </w:r>
    </w:p>
    <w:p w:rsidR="004B3F3D" w:rsidRPr="006F0406" w:rsidRDefault="000E4464" w:rsidP="006F0406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6F0406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6F0406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5E13D0" w:rsidRDefault="000D2193" w:rsidP="00536FB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A l'aide du support, monter une</w:t>
      </w:r>
      <w:r w:rsidR="005E13D0" w:rsidRPr="005E13D0">
        <w:rPr>
          <w:rFonts w:ascii="Arial" w:hAnsi="Arial" w:cs="Arial"/>
          <w:b/>
          <w:color w:val="000000" w:themeColor="text1"/>
        </w:rPr>
        <w:t xml:space="preserve"> tour en plaçant les blocs par rangées de </w:t>
      </w:r>
      <w:r w:rsidR="00FF1F1F">
        <w:rPr>
          <w:rFonts w:ascii="Arial" w:hAnsi="Arial" w:cs="Arial"/>
          <w:b/>
          <w:color w:val="000000" w:themeColor="text1"/>
        </w:rPr>
        <w:t>trois</w:t>
      </w:r>
      <w:r w:rsidR="005E13D0" w:rsidRPr="005E13D0">
        <w:rPr>
          <w:rFonts w:ascii="Arial" w:hAnsi="Arial" w:cs="Arial"/>
          <w:b/>
          <w:color w:val="000000" w:themeColor="text1"/>
        </w:rPr>
        <w:t>.</w:t>
      </w:r>
      <w:r w:rsidR="00FF1F1F">
        <w:rPr>
          <w:rFonts w:ascii="Arial" w:hAnsi="Arial" w:cs="Arial"/>
          <w:b/>
          <w:color w:val="000000" w:themeColor="text1"/>
        </w:rPr>
        <w:t xml:space="preserve"> </w:t>
      </w:r>
      <w:r w:rsidR="005E13D0" w:rsidRPr="00FF1F1F">
        <w:rPr>
          <w:rFonts w:ascii="Arial" w:hAnsi="Arial" w:cs="Arial"/>
          <w:b/>
          <w:color w:val="000000" w:themeColor="text1"/>
        </w:rPr>
        <w:t>Chaque rang doit être perpendiculaire au précédent.</w:t>
      </w:r>
      <w:r w:rsidR="00FF1F1F">
        <w:rPr>
          <w:rFonts w:ascii="Arial" w:hAnsi="Arial" w:cs="Arial"/>
          <w:b/>
          <w:color w:val="000000" w:themeColor="text1"/>
        </w:rPr>
        <w:t xml:space="preserve"> </w:t>
      </w:r>
      <w:r w:rsidR="005E13D0" w:rsidRPr="00FF1F1F">
        <w:rPr>
          <w:rFonts w:ascii="Arial" w:hAnsi="Arial" w:cs="Arial"/>
          <w:b/>
          <w:color w:val="000000" w:themeColor="text1"/>
        </w:rPr>
        <w:t xml:space="preserve">Retirer le support : la tour </w:t>
      </w:r>
      <w:r w:rsidR="005E13D0" w:rsidRPr="006F0406">
        <w:rPr>
          <w:rFonts w:ascii="Arial" w:hAnsi="Arial" w:cs="Arial"/>
          <w:b/>
        </w:rPr>
        <w:t>tient alors toute seule.</w:t>
      </w:r>
      <w:r w:rsidR="00FF1F1F" w:rsidRPr="006F0406">
        <w:rPr>
          <w:rFonts w:ascii="Arial" w:hAnsi="Arial" w:cs="Arial"/>
          <w:b/>
        </w:rPr>
        <w:t xml:space="preserve"> L'élève</w:t>
      </w:r>
      <w:r w:rsidR="005E13D0" w:rsidRPr="006F0406">
        <w:rPr>
          <w:rFonts w:ascii="Arial" w:hAnsi="Arial" w:cs="Arial"/>
          <w:b/>
        </w:rPr>
        <w:t xml:space="preserve"> qui a construit la tour commence la partie.</w:t>
      </w:r>
    </w:p>
    <w:p w:rsidR="006F0406" w:rsidRPr="006F0406" w:rsidRDefault="006F0406" w:rsidP="006F0406">
      <w:pPr>
        <w:pStyle w:val="Paragraphedeliste"/>
        <w:jc w:val="both"/>
        <w:rPr>
          <w:rFonts w:ascii="Arial" w:hAnsi="Arial" w:cs="Arial"/>
          <w:b/>
        </w:rPr>
      </w:pPr>
    </w:p>
    <w:p w:rsidR="00327B43" w:rsidRDefault="00327B43" w:rsidP="004E1E7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F0406">
        <w:rPr>
          <w:rFonts w:ascii="Arial" w:hAnsi="Arial" w:cs="Arial"/>
          <w:b/>
        </w:rPr>
        <w:t>Durant la partie,</w:t>
      </w:r>
      <w:r w:rsidR="000D2193">
        <w:rPr>
          <w:rFonts w:ascii="Arial" w:hAnsi="Arial" w:cs="Arial"/>
          <w:b/>
        </w:rPr>
        <w:t xml:space="preserve"> l'adulte qui anime </w:t>
      </w:r>
      <w:r w:rsidRPr="006F0406">
        <w:rPr>
          <w:rFonts w:ascii="Arial" w:hAnsi="Arial" w:cs="Arial"/>
          <w:b/>
        </w:rPr>
        <w:t xml:space="preserve">le jeu </w:t>
      </w:r>
      <w:r w:rsidR="000D2193">
        <w:rPr>
          <w:rFonts w:ascii="Arial" w:hAnsi="Arial" w:cs="Arial"/>
          <w:b/>
        </w:rPr>
        <w:t xml:space="preserve">donne des conseils </w:t>
      </w:r>
      <w:r w:rsidRPr="006F0406">
        <w:rPr>
          <w:rFonts w:ascii="Arial" w:hAnsi="Arial" w:cs="Arial"/>
          <w:b/>
        </w:rPr>
        <w:t xml:space="preserve">en suisse-allemand </w:t>
      </w:r>
      <w:r w:rsidR="000D2193">
        <w:rPr>
          <w:rFonts w:ascii="Arial" w:hAnsi="Arial" w:cs="Arial"/>
          <w:b/>
        </w:rPr>
        <w:t>et les fait répéter aux</w:t>
      </w:r>
      <w:r w:rsidRPr="006F0406">
        <w:rPr>
          <w:rFonts w:ascii="Arial" w:hAnsi="Arial" w:cs="Arial"/>
          <w:b/>
        </w:rPr>
        <w:t xml:space="preserve"> élèves. </w:t>
      </w:r>
    </w:p>
    <w:p w:rsidR="006F0406" w:rsidRPr="006F0406" w:rsidRDefault="006F0406" w:rsidP="006F0406">
      <w:pPr>
        <w:pStyle w:val="Paragraphedeliste"/>
        <w:jc w:val="both"/>
        <w:rPr>
          <w:rFonts w:ascii="Arial" w:hAnsi="Arial" w:cs="Arial"/>
          <w:b/>
        </w:rPr>
      </w:pPr>
    </w:p>
    <w:p w:rsidR="00536FB2" w:rsidRDefault="000D2193" w:rsidP="00536FB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 tour de rôle, chaque élève enlève un bloc. Les 3 blocs du haut ne peuvent pas être ôtés.</w:t>
      </w:r>
    </w:p>
    <w:p w:rsidR="006F0406" w:rsidRDefault="006F0406" w:rsidP="006F0406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5E13D0" w:rsidRDefault="005E13D0" w:rsidP="00536FB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536FB2">
        <w:rPr>
          <w:rFonts w:ascii="Arial" w:hAnsi="Arial" w:cs="Arial"/>
          <w:b/>
          <w:color w:val="000000" w:themeColor="text1"/>
        </w:rPr>
        <w:t xml:space="preserve">Posez-le au sommet perpendiculairement au rang précédent. </w:t>
      </w:r>
      <w:r w:rsidR="00536FB2" w:rsidRPr="005E13D0">
        <w:rPr>
          <w:rFonts w:ascii="Arial" w:hAnsi="Arial" w:cs="Arial"/>
          <w:b/>
          <w:color w:val="000000" w:themeColor="text1"/>
        </w:rPr>
        <w:t>Il faut toujours compléter la rangée supérieure avant d'en commencer une nouvelle.</w:t>
      </w:r>
      <w:r w:rsidR="00536FB2">
        <w:rPr>
          <w:rFonts w:ascii="Arial" w:hAnsi="Arial" w:cs="Arial"/>
          <w:b/>
          <w:color w:val="000000" w:themeColor="text1"/>
        </w:rPr>
        <w:t xml:space="preserve"> </w:t>
      </w:r>
      <w:r w:rsidR="000D2193">
        <w:rPr>
          <w:rFonts w:ascii="Arial" w:hAnsi="Arial" w:cs="Arial"/>
          <w:b/>
          <w:color w:val="000000" w:themeColor="text1"/>
        </w:rPr>
        <w:t xml:space="preserve">Les élèves doivent n'utiliser </w:t>
      </w:r>
      <w:r w:rsidRPr="00536FB2">
        <w:rPr>
          <w:rFonts w:ascii="Arial" w:hAnsi="Arial" w:cs="Arial"/>
          <w:b/>
          <w:color w:val="000000" w:themeColor="text1"/>
        </w:rPr>
        <w:t>qu’une</w:t>
      </w:r>
      <w:r w:rsidR="00FF1F1F" w:rsidRPr="00536FB2">
        <w:rPr>
          <w:rFonts w:ascii="Arial" w:hAnsi="Arial" w:cs="Arial"/>
          <w:b/>
          <w:color w:val="000000" w:themeColor="text1"/>
        </w:rPr>
        <w:t xml:space="preserve"> </w:t>
      </w:r>
      <w:r w:rsidRPr="00536FB2">
        <w:rPr>
          <w:rFonts w:ascii="Arial" w:hAnsi="Arial" w:cs="Arial"/>
          <w:b/>
          <w:color w:val="000000" w:themeColor="text1"/>
        </w:rPr>
        <w:t>seule main!</w:t>
      </w:r>
      <w:r w:rsidR="00536FB2">
        <w:rPr>
          <w:rFonts w:ascii="Arial" w:hAnsi="Arial" w:cs="Arial"/>
          <w:b/>
          <w:color w:val="000000" w:themeColor="text1"/>
        </w:rPr>
        <w:t xml:space="preserve"> </w:t>
      </w:r>
    </w:p>
    <w:p w:rsidR="006F0406" w:rsidRPr="00536FB2" w:rsidRDefault="006F0406" w:rsidP="006F0406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5E13D0" w:rsidRDefault="00F9387E" w:rsidP="00536FB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Chaque élève enlève un seu</w:t>
      </w:r>
      <w:r w:rsidR="000D2193">
        <w:rPr>
          <w:rFonts w:ascii="Arial" w:hAnsi="Arial" w:cs="Arial"/>
          <w:b/>
          <w:color w:val="000000" w:themeColor="text1"/>
        </w:rPr>
        <w:t>l bloc à l'édifice puis passe s</w:t>
      </w:r>
      <w:r>
        <w:rPr>
          <w:rFonts w:ascii="Arial" w:hAnsi="Arial" w:cs="Arial"/>
          <w:b/>
          <w:color w:val="000000" w:themeColor="text1"/>
        </w:rPr>
        <w:t>on tour.</w:t>
      </w:r>
    </w:p>
    <w:p w:rsidR="006F0406" w:rsidRDefault="006F0406" w:rsidP="006F0406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5E13D0" w:rsidRPr="006F0406" w:rsidRDefault="00536FB2" w:rsidP="006F040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>Le dernier ou la dernière élève</w:t>
      </w:r>
      <w:r w:rsidRPr="005E13D0">
        <w:rPr>
          <w:rFonts w:ascii="Arial" w:hAnsi="Arial" w:cs="Arial"/>
          <w:b/>
        </w:rPr>
        <w:t xml:space="preserve"> qui a déplacé un bloc et l’a reposé sans faire tomber la tour </w:t>
      </w:r>
      <w:r>
        <w:rPr>
          <w:rFonts w:ascii="Arial" w:hAnsi="Arial" w:cs="Arial"/>
          <w:b/>
        </w:rPr>
        <w:t xml:space="preserve">remporte la partie. L'élève </w:t>
      </w:r>
      <w:r w:rsidRPr="005E13D0">
        <w:rPr>
          <w:rFonts w:ascii="Arial" w:hAnsi="Arial" w:cs="Arial"/>
          <w:b/>
        </w:rPr>
        <w:t>qui a fait écrouler la tour commence la partie suivante.</w:t>
      </w:r>
      <w:bookmarkStart w:id="0" w:name="_GoBack"/>
      <w:bookmarkEnd w:id="0"/>
    </w:p>
    <w:sectPr w:rsidR="005E13D0" w:rsidRPr="006F0406" w:rsidSect="00687DE3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57" w:rsidRDefault="00380457" w:rsidP="00687DE3">
      <w:pPr>
        <w:spacing w:after="0" w:line="240" w:lineRule="auto"/>
      </w:pPr>
      <w:r>
        <w:separator/>
      </w:r>
    </w:p>
  </w:endnote>
  <w:endnote w:type="continuationSeparator" w:id="0">
    <w:p w:rsidR="00380457" w:rsidRDefault="0038045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57" w:rsidRDefault="00380457" w:rsidP="00687DE3">
      <w:pPr>
        <w:spacing w:after="0" w:line="240" w:lineRule="auto"/>
      </w:pPr>
      <w:r>
        <w:separator/>
      </w:r>
    </w:p>
  </w:footnote>
  <w:footnote w:type="continuationSeparator" w:id="0">
    <w:p w:rsidR="00380457" w:rsidRDefault="0038045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43237E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8684F2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D2193"/>
    <w:rsid w:val="000E4464"/>
    <w:rsid w:val="00177EC9"/>
    <w:rsid w:val="001A4A00"/>
    <w:rsid w:val="001F53ED"/>
    <w:rsid w:val="00327B43"/>
    <w:rsid w:val="00380457"/>
    <w:rsid w:val="003F707B"/>
    <w:rsid w:val="004163C9"/>
    <w:rsid w:val="004A3EDD"/>
    <w:rsid w:val="004B3F3D"/>
    <w:rsid w:val="004E1E7E"/>
    <w:rsid w:val="00507F03"/>
    <w:rsid w:val="00536FB2"/>
    <w:rsid w:val="005E13D0"/>
    <w:rsid w:val="00687DE3"/>
    <w:rsid w:val="006F0406"/>
    <w:rsid w:val="006F6EA0"/>
    <w:rsid w:val="007D5C21"/>
    <w:rsid w:val="007F0913"/>
    <w:rsid w:val="00837771"/>
    <w:rsid w:val="00A70675"/>
    <w:rsid w:val="00B431DF"/>
    <w:rsid w:val="00C113DD"/>
    <w:rsid w:val="00C45E62"/>
    <w:rsid w:val="00D61C79"/>
    <w:rsid w:val="00DF5E50"/>
    <w:rsid w:val="00F579DC"/>
    <w:rsid w:val="00F9387E"/>
    <w:rsid w:val="00FA3C2C"/>
    <w:rsid w:val="00FE7185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jV0d64jInjAhWP_aQKHS_tAYIQjRx6BAgBEAU&amp;url=https://www.jedisjeux.net/jeu-de-societe/jenga&amp;psig=AOvVaw3K2mH4-eyEv0N99MBsCntP&amp;ust=15617054868372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D20F0707.dotm</Template>
  <TotalTime>5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2019-07-19T13:10:00Z</dcterms:created>
  <dcterms:modified xsi:type="dcterms:W3CDTF">2019-07-29T07:59:00Z</dcterms:modified>
</cp:coreProperties>
</file>